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211"/>
      </w:tblGrid>
      <w:tr w:rsidR="00166CA4" w:rsidTr="00DC38D8">
        <w:tc>
          <w:tcPr>
            <w:tcW w:w="5211" w:type="dxa"/>
            <w:hideMark/>
          </w:tcPr>
          <w:p w:rsidR="00166CA4" w:rsidRPr="005F4179" w:rsidRDefault="00166CA4" w:rsidP="00DC38D8">
            <w:pPr>
              <w:rPr>
                <w:rFonts w:cstheme="minorBidi"/>
                <w:b/>
                <w:i/>
                <w:sz w:val="16"/>
                <w:szCs w:val="16"/>
              </w:rPr>
            </w:pPr>
            <w:r w:rsidRPr="005F4179">
              <w:rPr>
                <w:b/>
                <w:i/>
                <w:sz w:val="16"/>
                <w:szCs w:val="16"/>
              </w:rPr>
              <w:t>Уссурийский офис</w:t>
            </w:r>
          </w:p>
          <w:p w:rsidR="00166CA4" w:rsidRPr="005F4179" w:rsidRDefault="00166CA4" w:rsidP="00DC38D8">
            <w:pPr>
              <w:rPr>
                <w:sz w:val="16"/>
                <w:szCs w:val="16"/>
              </w:rPr>
            </w:pPr>
            <w:r w:rsidRPr="005F4179">
              <w:rPr>
                <w:sz w:val="16"/>
                <w:szCs w:val="16"/>
              </w:rPr>
              <w:t xml:space="preserve">692519 Россия, Приморский край, </w:t>
            </w:r>
          </w:p>
          <w:p w:rsidR="00166CA4" w:rsidRPr="005F4179" w:rsidRDefault="00166CA4" w:rsidP="00DC38D8">
            <w:pPr>
              <w:rPr>
                <w:sz w:val="16"/>
                <w:szCs w:val="16"/>
              </w:rPr>
            </w:pPr>
            <w:r w:rsidRPr="005F4179">
              <w:rPr>
                <w:sz w:val="16"/>
                <w:szCs w:val="16"/>
              </w:rPr>
              <w:t xml:space="preserve">г. Уссурийск, ул. Некрасова, д. 22, </w:t>
            </w:r>
            <w:proofErr w:type="spellStart"/>
            <w:r w:rsidRPr="005F4179">
              <w:rPr>
                <w:sz w:val="16"/>
                <w:szCs w:val="16"/>
              </w:rPr>
              <w:t>каб</w:t>
            </w:r>
            <w:proofErr w:type="spellEnd"/>
            <w:r w:rsidRPr="005F4179">
              <w:rPr>
                <w:sz w:val="16"/>
                <w:szCs w:val="16"/>
              </w:rPr>
              <w:t>. 315</w:t>
            </w:r>
          </w:p>
          <w:p w:rsidR="00166CA4" w:rsidRPr="005F4179" w:rsidRDefault="00166CA4" w:rsidP="00DC38D8">
            <w:pPr>
              <w:rPr>
                <w:sz w:val="16"/>
                <w:szCs w:val="16"/>
              </w:rPr>
            </w:pPr>
            <w:r w:rsidRPr="005F4179">
              <w:rPr>
                <w:sz w:val="16"/>
                <w:szCs w:val="16"/>
              </w:rPr>
              <w:t>тел/факс: 8 (4234) 32-55-88, сот. 8 953 221-02-25</w:t>
            </w:r>
          </w:p>
          <w:p w:rsidR="00166CA4" w:rsidRPr="005F4179" w:rsidRDefault="00166CA4" w:rsidP="00DC38D8">
            <w:pPr>
              <w:rPr>
                <w:rFonts w:cstheme="minorBidi"/>
                <w:sz w:val="16"/>
                <w:szCs w:val="16"/>
              </w:rPr>
            </w:pPr>
            <w:r w:rsidRPr="005F4179">
              <w:rPr>
                <w:sz w:val="16"/>
                <w:szCs w:val="16"/>
                <w:lang w:val="en-US"/>
              </w:rPr>
              <w:t>e</w:t>
            </w:r>
            <w:r w:rsidRPr="005F4179">
              <w:rPr>
                <w:sz w:val="16"/>
                <w:szCs w:val="16"/>
              </w:rPr>
              <w:t>-</w:t>
            </w:r>
            <w:r w:rsidRPr="005F4179">
              <w:rPr>
                <w:sz w:val="16"/>
                <w:szCs w:val="16"/>
                <w:lang w:val="en-US"/>
              </w:rPr>
              <w:t>mail</w:t>
            </w:r>
            <w:r w:rsidRPr="005F4179">
              <w:rPr>
                <w:sz w:val="16"/>
                <w:szCs w:val="16"/>
              </w:rPr>
              <w:t xml:space="preserve">: </w:t>
            </w:r>
            <w:proofErr w:type="spellStart"/>
            <w:r w:rsidRPr="005F4179">
              <w:rPr>
                <w:sz w:val="16"/>
                <w:szCs w:val="16"/>
                <w:lang w:val="en-US"/>
              </w:rPr>
              <w:t>regpk</w:t>
            </w:r>
            <w:proofErr w:type="spellEnd"/>
            <w:r w:rsidRPr="005F4179">
              <w:rPr>
                <w:sz w:val="16"/>
                <w:szCs w:val="16"/>
              </w:rPr>
              <w:t>25@</w:t>
            </w:r>
            <w:r w:rsidRPr="005F4179">
              <w:rPr>
                <w:sz w:val="16"/>
                <w:szCs w:val="16"/>
                <w:lang w:val="en-US"/>
              </w:rPr>
              <w:t>mail</w:t>
            </w:r>
            <w:r w:rsidRPr="005F4179">
              <w:rPr>
                <w:sz w:val="16"/>
                <w:szCs w:val="16"/>
              </w:rPr>
              <w:t>.</w:t>
            </w:r>
            <w:proofErr w:type="spellStart"/>
            <w:r w:rsidRPr="005F4179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5211" w:type="dxa"/>
            <w:hideMark/>
          </w:tcPr>
          <w:p w:rsidR="00166CA4" w:rsidRPr="005F4179" w:rsidRDefault="00166CA4" w:rsidP="00DC38D8">
            <w:pPr>
              <w:jc w:val="right"/>
              <w:rPr>
                <w:rFonts w:cstheme="minorBidi"/>
                <w:b/>
                <w:i/>
                <w:sz w:val="16"/>
                <w:szCs w:val="16"/>
              </w:rPr>
            </w:pPr>
            <w:r w:rsidRPr="005F4179">
              <w:rPr>
                <w:b/>
                <w:i/>
                <w:sz w:val="16"/>
                <w:szCs w:val="16"/>
              </w:rPr>
              <w:t>Спасский офис</w:t>
            </w:r>
          </w:p>
          <w:p w:rsidR="00166CA4" w:rsidRPr="005F4179" w:rsidRDefault="00166CA4" w:rsidP="00DC38D8">
            <w:pPr>
              <w:jc w:val="right"/>
              <w:rPr>
                <w:sz w:val="16"/>
                <w:szCs w:val="16"/>
              </w:rPr>
            </w:pPr>
            <w:r w:rsidRPr="005F4179">
              <w:rPr>
                <w:sz w:val="16"/>
                <w:szCs w:val="16"/>
              </w:rPr>
              <w:t>692245 Россия, Приморский край,</w:t>
            </w:r>
          </w:p>
          <w:p w:rsidR="00166CA4" w:rsidRPr="005F4179" w:rsidRDefault="00166CA4" w:rsidP="00DC38D8">
            <w:pPr>
              <w:jc w:val="right"/>
              <w:rPr>
                <w:sz w:val="16"/>
                <w:szCs w:val="16"/>
              </w:rPr>
            </w:pPr>
            <w:r w:rsidRPr="005F4179">
              <w:rPr>
                <w:sz w:val="16"/>
                <w:szCs w:val="16"/>
              </w:rPr>
              <w:t xml:space="preserve">г. </w:t>
            </w:r>
            <w:proofErr w:type="gramStart"/>
            <w:r w:rsidRPr="005F4179">
              <w:rPr>
                <w:sz w:val="16"/>
                <w:szCs w:val="16"/>
              </w:rPr>
              <w:t>Спасск-Дальний</w:t>
            </w:r>
            <w:proofErr w:type="gramEnd"/>
            <w:r w:rsidRPr="005F4179">
              <w:rPr>
                <w:sz w:val="16"/>
                <w:szCs w:val="16"/>
              </w:rPr>
              <w:t>, ул. Советская, д. 66</w:t>
            </w:r>
          </w:p>
          <w:p w:rsidR="00166CA4" w:rsidRPr="005F4179" w:rsidRDefault="00166CA4" w:rsidP="00DC38D8">
            <w:pPr>
              <w:jc w:val="right"/>
              <w:rPr>
                <w:sz w:val="16"/>
                <w:szCs w:val="16"/>
              </w:rPr>
            </w:pPr>
            <w:r w:rsidRPr="005F4179">
              <w:rPr>
                <w:sz w:val="16"/>
                <w:szCs w:val="16"/>
              </w:rPr>
              <w:t>тел/факс (42352) 2-07-05, сот. 8 953 221-02-20</w:t>
            </w:r>
          </w:p>
          <w:p w:rsidR="00166CA4" w:rsidRPr="005F4179" w:rsidRDefault="00166CA4" w:rsidP="00DC38D8">
            <w:pPr>
              <w:jc w:val="right"/>
              <w:rPr>
                <w:rFonts w:cstheme="minorBidi"/>
                <w:sz w:val="16"/>
                <w:szCs w:val="16"/>
              </w:rPr>
            </w:pPr>
            <w:r w:rsidRPr="005F4179">
              <w:rPr>
                <w:sz w:val="16"/>
                <w:szCs w:val="16"/>
                <w:lang w:val="en-US"/>
              </w:rPr>
              <w:t>e</w:t>
            </w:r>
            <w:r w:rsidRPr="005F4179">
              <w:rPr>
                <w:sz w:val="16"/>
                <w:szCs w:val="16"/>
              </w:rPr>
              <w:t>-</w:t>
            </w:r>
            <w:r w:rsidRPr="005F4179">
              <w:rPr>
                <w:sz w:val="16"/>
                <w:szCs w:val="16"/>
                <w:lang w:val="en-US"/>
              </w:rPr>
              <w:t>mail</w:t>
            </w:r>
            <w:r w:rsidRPr="005F4179">
              <w:rPr>
                <w:sz w:val="16"/>
                <w:szCs w:val="16"/>
              </w:rPr>
              <w:t xml:space="preserve">: </w:t>
            </w:r>
            <w:proofErr w:type="spellStart"/>
            <w:r w:rsidRPr="005F4179">
              <w:rPr>
                <w:sz w:val="16"/>
                <w:szCs w:val="16"/>
                <w:lang w:val="en-US"/>
              </w:rPr>
              <w:t>regpk</w:t>
            </w:r>
            <w:proofErr w:type="spellEnd"/>
            <w:r w:rsidRPr="005F4179">
              <w:rPr>
                <w:sz w:val="16"/>
                <w:szCs w:val="16"/>
              </w:rPr>
              <w:t>20@</w:t>
            </w:r>
            <w:r w:rsidRPr="005F4179">
              <w:rPr>
                <w:sz w:val="16"/>
                <w:szCs w:val="16"/>
                <w:lang w:val="en-US"/>
              </w:rPr>
              <w:t>mail</w:t>
            </w:r>
            <w:r w:rsidRPr="005F4179">
              <w:rPr>
                <w:sz w:val="16"/>
                <w:szCs w:val="16"/>
              </w:rPr>
              <w:t>.</w:t>
            </w:r>
            <w:proofErr w:type="spellStart"/>
            <w:r w:rsidRPr="005F4179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</w:tbl>
    <w:p w:rsidR="00166CA4" w:rsidRDefault="00166CA4" w:rsidP="00166CA4">
      <w:pPr>
        <w:tabs>
          <w:tab w:val="center" w:pos="5103"/>
          <w:tab w:val="right" w:pos="10206"/>
        </w:tabs>
        <w:jc w:val="center"/>
        <w:rPr>
          <w:rFonts w:cs="Times New Roman"/>
          <w:b/>
          <w:sz w:val="22"/>
        </w:rPr>
      </w:pPr>
    </w:p>
    <w:p w:rsidR="00166CA4" w:rsidRDefault="00166CA4" w:rsidP="00166CA4">
      <w:pPr>
        <w:tabs>
          <w:tab w:val="center" w:pos="5103"/>
          <w:tab w:val="right" w:pos="10206"/>
        </w:tabs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КРАЕВОЙ ЦЕНТР ОХРАНЫ ТРУДА</w:t>
      </w:r>
    </w:p>
    <w:p w:rsidR="00166CA4" w:rsidRDefault="00166CA4" w:rsidP="00166CA4">
      <w:pPr>
        <w:tabs>
          <w:tab w:val="center" w:pos="5103"/>
          <w:tab w:val="right" w:pos="10206"/>
        </w:tabs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Сайты: 25ot.ru, </w:t>
      </w:r>
      <w:proofErr w:type="spellStart"/>
      <w:r>
        <w:rPr>
          <w:rFonts w:cs="Times New Roman"/>
          <w:sz w:val="20"/>
          <w:szCs w:val="20"/>
        </w:rPr>
        <w:t>ПримТруд</w:t>
      </w:r>
      <w:proofErr w:type="gramStart"/>
      <w:r>
        <w:rPr>
          <w:rFonts w:cs="Times New Roman"/>
          <w:sz w:val="20"/>
          <w:szCs w:val="20"/>
        </w:rPr>
        <w:t>.р</w:t>
      </w:r>
      <w:proofErr w:type="gramEnd"/>
      <w:r>
        <w:rPr>
          <w:rFonts w:cs="Times New Roman"/>
          <w:sz w:val="20"/>
          <w:szCs w:val="20"/>
        </w:rPr>
        <w:t>ф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ПримЦентр.рф</w:t>
      </w:r>
      <w:proofErr w:type="spellEnd"/>
      <w:r>
        <w:rPr>
          <w:rFonts w:cs="Times New Roman"/>
          <w:sz w:val="20"/>
          <w:szCs w:val="20"/>
        </w:rPr>
        <w:t xml:space="preserve"> </w:t>
      </w:r>
    </w:p>
    <w:p w:rsidR="00166CA4" w:rsidRDefault="00166CA4" w:rsidP="00166CA4">
      <w:pPr>
        <w:tabs>
          <w:tab w:val="center" w:pos="5103"/>
          <w:tab w:val="right" w:pos="10206"/>
        </w:tabs>
        <w:jc w:val="center"/>
        <w:rPr>
          <w:rFonts w:cs="Times New Roman"/>
          <w:sz w:val="20"/>
          <w:szCs w:val="20"/>
        </w:rPr>
      </w:pPr>
    </w:p>
    <w:p w:rsidR="00166CA4" w:rsidRPr="00067E2F" w:rsidRDefault="00166CA4" w:rsidP="00166CA4">
      <w:pPr>
        <w:jc w:val="center"/>
        <w:rPr>
          <w:u w:val="single"/>
        </w:rPr>
      </w:pPr>
      <w:proofErr w:type="gramStart"/>
      <w:r>
        <w:rPr>
          <w:b/>
          <w:sz w:val="22"/>
        </w:rPr>
        <w:t>З</w:t>
      </w:r>
      <w:proofErr w:type="gramEnd"/>
      <w:r>
        <w:rPr>
          <w:b/>
          <w:sz w:val="22"/>
        </w:rPr>
        <w:t xml:space="preserve"> А Я В К А </w:t>
      </w:r>
      <w:r>
        <w:rPr>
          <w:b/>
        </w:rPr>
        <w:t xml:space="preserve">ИЛ </w:t>
      </w:r>
      <w:r w:rsidRPr="001D3DAF">
        <w:rPr>
          <w:b/>
        </w:rPr>
        <w:t xml:space="preserve">№ </w:t>
      </w:r>
      <w:r>
        <w:rPr>
          <w:b/>
        </w:rPr>
        <w:t>СОУТ</w:t>
      </w:r>
      <w:r w:rsidR="00067E2F">
        <w:rPr>
          <w:b/>
        </w:rPr>
        <w:t>_</w:t>
      </w:r>
      <w:r w:rsidR="008C5692">
        <w:rPr>
          <w:u w:val="single"/>
        </w:rPr>
        <w:t>___________</w:t>
      </w:r>
    </w:p>
    <w:p w:rsidR="00166CA4" w:rsidRDefault="00166CA4" w:rsidP="00166CA4">
      <w:pPr>
        <w:widowControl w:val="0"/>
        <w:autoSpaceDE w:val="0"/>
        <w:autoSpaceDN w:val="0"/>
        <w:adjustRightInd w:val="0"/>
        <w:jc w:val="center"/>
        <w:rPr>
          <w:b/>
          <w:color w:val="0000FF"/>
        </w:rPr>
      </w:pPr>
      <w:r w:rsidRPr="001D3DAF">
        <w:rPr>
          <w:b/>
        </w:rPr>
        <w:t xml:space="preserve">на оказание услуг по </w:t>
      </w:r>
      <w:r w:rsidRPr="00166CA4">
        <w:rPr>
          <w:b/>
          <w:color w:val="0000FF"/>
        </w:rPr>
        <w:t>СОУТ</w:t>
      </w:r>
    </w:p>
    <w:p w:rsidR="00166CA4" w:rsidRDefault="00166CA4" w:rsidP="00166CA4">
      <w:pPr>
        <w:widowControl w:val="0"/>
        <w:autoSpaceDE w:val="0"/>
        <w:autoSpaceDN w:val="0"/>
        <w:adjustRightInd w:val="0"/>
        <w:jc w:val="center"/>
        <w:rPr>
          <w:rFonts w:cs="Times New Roman"/>
          <w:sz w:val="22"/>
        </w:rPr>
      </w:pPr>
    </w:p>
    <w:tbl>
      <w:tblPr>
        <w:tblStyle w:val="a3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211"/>
      </w:tblGrid>
      <w:tr w:rsidR="00166CA4" w:rsidRPr="00DA220B" w:rsidTr="00DC38D8">
        <w:tc>
          <w:tcPr>
            <w:tcW w:w="5211" w:type="dxa"/>
            <w:hideMark/>
          </w:tcPr>
          <w:p w:rsidR="00166CA4" w:rsidRDefault="00166CA4" w:rsidP="00DC38D8">
            <w:pPr>
              <w:widowControl w:val="0"/>
              <w:autoSpaceDE w:val="0"/>
              <w:autoSpaceDN w:val="0"/>
              <w:adjustRightInd w:val="0"/>
              <w:rPr>
                <w:rFonts w:cstheme="minorBidi"/>
                <w:sz w:val="18"/>
                <w:szCs w:val="18"/>
              </w:rPr>
            </w:pPr>
          </w:p>
        </w:tc>
        <w:tc>
          <w:tcPr>
            <w:tcW w:w="5211" w:type="dxa"/>
            <w:hideMark/>
          </w:tcPr>
          <w:p w:rsidR="00166CA4" w:rsidRPr="005F4179" w:rsidRDefault="00166CA4" w:rsidP="00DC38D8">
            <w:pPr>
              <w:jc w:val="right"/>
              <w:rPr>
                <w:rFonts w:cstheme="minorBidi"/>
                <w:b/>
                <w:i/>
                <w:sz w:val="20"/>
                <w:szCs w:val="20"/>
              </w:rPr>
            </w:pPr>
            <w:r w:rsidRPr="005F4179">
              <w:rPr>
                <w:b/>
                <w:i/>
                <w:sz w:val="20"/>
                <w:szCs w:val="20"/>
              </w:rPr>
              <w:t>Дополнительный офис</w:t>
            </w:r>
          </w:p>
          <w:p w:rsidR="00DA220B" w:rsidRPr="00DA220B" w:rsidRDefault="00DA220B" w:rsidP="00DA220B">
            <w:pPr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Пограничный </w:t>
            </w:r>
            <w:r w:rsidRPr="00DA220B">
              <w:rPr>
                <w:b/>
                <w:i/>
                <w:sz w:val="20"/>
                <w:szCs w:val="20"/>
              </w:rPr>
              <w:t>офис</w:t>
            </w:r>
          </w:p>
          <w:p w:rsidR="00DA220B" w:rsidRPr="00DA220B" w:rsidRDefault="00DA220B" w:rsidP="00DA220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692582</w:t>
            </w:r>
            <w:r w:rsidRPr="00DA220B">
              <w:rPr>
                <w:sz w:val="20"/>
                <w:szCs w:val="20"/>
              </w:rPr>
              <w:t xml:space="preserve"> Россия, Приморский край, </w:t>
            </w:r>
          </w:p>
          <w:p w:rsidR="00DA220B" w:rsidRPr="00DA220B" w:rsidRDefault="00DA220B" w:rsidP="00DA220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proofErr w:type="gramStart"/>
            <w:r>
              <w:rPr>
                <w:sz w:val="20"/>
                <w:szCs w:val="20"/>
              </w:rPr>
              <w:t>Пограничный</w:t>
            </w:r>
            <w:proofErr w:type="gramEnd"/>
            <w:r>
              <w:rPr>
                <w:sz w:val="20"/>
                <w:szCs w:val="20"/>
              </w:rPr>
              <w:t xml:space="preserve">, ул. Ленина, д. 75, </w:t>
            </w:r>
            <w:proofErr w:type="spellStart"/>
            <w:r>
              <w:rPr>
                <w:sz w:val="20"/>
                <w:szCs w:val="20"/>
              </w:rPr>
              <w:t>каб</w:t>
            </w:r>
            <w:proofErr w:type="spellEnd"/>
            <w:r>
              <w:rPr>
                <w:sz w:val="20"/>
                <w:szCs w:val="20"/>
              </w:rPr>
              <w:t>. 22</w:t>
            </w:r>
          </w:p>
          <w:p w:rsidR="00DA220B" w:rsidRPr="00DA220B" w:rsidRDefault="00DA220B" w:rsidP="00DA220B">
            <w:pPr>
              <w:jc w:val="right"/>
              <w:rPr>
                <w:sz w:val="20"/>
                <w:szCs w:val="20"/>
              </w:rPr>
            </w:pPr>
            <w:r w:rsidRPr="00DA220B">
              <w:rPr>
                <w:sz w:val="20"/>
                <w:szCs w:val="20"/>
              </w:rPr>
              <w:t>тел/факс: 8 (4234</w:t>
            </w:r>
            <w:r>
              <w:rPr>
                <w:sz w:val="20"/>
                <w:szCs w:val="20"/>
              </w:rPr>
              <w:t>5) 21-6-93, сот. 8 953 221-02-28</w:t>
            </w:r>
          </w:p>
          <w:p w:rsidR="00166CA4" w:rsidRPr="006349AB" w:rsidRDefault="00DA220B" w:rsidP="00DA220B">
            <w:pPr>
              <w:jc w:val="right"/>
              <w:rPr>
                <w:rFonts w:cstheme="minorBidi"/>
                <w:sz w:val="18"/>
                <w:szCs w:val="18"/>
              </w:rPr>
            </w:pPr>
            <w:r w:rsidRPr="00DA220B">
              <w:rPr>
                <w:sz w:val="20"/>
                <w:szCs w:val="20"/>
                <w:lang w:val="en-US"/>
              </w:rPr>
              <w:t>e</w:t>
            </w:r>
            <w:r w:rsidRPr="006349AB">
              <w:rPr>
                <w:sz w:val="20"/>
                <w:szCs w:val="20"/>
              </w:rPr>
              <w:t>-</w:t>
            </w:r>
            <w:r w:rsidRPr="00DA220B">
              <w:rPr>
                <w:sz w:val="20"/>
                <w:szCs w:val="20"/>
                <w:lang w:val="en-US"/>
              </w:rPr>
              <w:t>mail</w:t>
            </w:r>
            <w:r w:rsidRPr="006349AB">
              <w:rPr>
                <w:sz w:val="20"/>
                <w:szCs w:val="20"/>
              </w:rPr>
              <w:t xml:space="preserve">: </w:t>
            </w:r>
            <w:proofErr w:type="spellStart"/>
            <w:r w:rsidRPr="00DA220B">
              <w:rPr>
                <w:sz w:val="20"/>
                <w:szCs w:val="20"/>
                <w:lang w:val="en-US"/>
              </w:rPr>
              <w:t>regpk</w:t>
            </w:r>
            <w:proofErr w:type="spellEnd"/>
            <w:r w:rsidRPr="006349A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  <w:r w:rsidRPr="006349AB">
              <w:rPr>
                <w:sz w:val="20"/>
                <w:szCs w:val="20"/>
              </w:rPr>
              <w:t>@</w:t>
            </w:r>
            <w:r w:rsidRPr="00DA220B">
              <w:rPr>
                <w:sz w:val="20"/>
                <w:szCs w:val="20"/>
                <w:lang w:val="en-US"/>
              </w:rPr>
              <w:t>mail</w:t>
            </w:r>
            <w:r w:rsidRPr="006349AB">
              <w:rPr>
                <w:sz w:val="20"/>
                <w:szCs w:val="20"/>
              </w:rPr>
              <w:t>.</w:t>
            </w:r>
            <w:proofErr w:type="spellStart"/>
            <w:r w:rsidRPr="00DA220B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</w:tbl>
    <w:p w:rsidR="00166CA4" w:rsidRPr="006349AB" w:rsidRDefault="00166CA4" w:rsidP="00166CA4">
      <w:pPr>
        <w:rPr>
          <w:rFonts w:cs="Times New Roman"/>
          <w:sz w:val="22"/>
        </w:rPr>
      </w:pPr>
    </w:p>
    <w:p w:rsidR="00166CA4" w:rsidRPr="006349AB" w:rsidRDefault="00166CA4" w:rsidP="00166CA4">
      <w:pPr>
        <w:jc w:val="both"/>
        <w:rPr>
          <w:rFonts w:cs="Times New Roman"/>
          <w:sz w:val="22"/>
        </w:rPr>
      </w:pPr>
    </w:p>
    <w:p w:rsidR="001D6AC9" w:rsidRPr="00E02930" w:rsidRDefault="00166CA4" w:rsidP="00166CA4">
      <w:pPr>
        <w:jc w:val="both"/>
        <w:rPr>
          <w:rFonts w:cs="Times New Roman"/>
          <w:sz w:val="22"/>
          <w:u w:val="single"/>
        </w:rPr>
      </w:pPr>
      <w:r>
        <w:rPr>
          <w:rFonts w:cs="Times New Roman"/>
          <w:sz w:val="22"/>
        </w:rPr>
        <w:t xml:space="preserve">Полное наименование организации: </w:t>
      </w:r>
      <w:r w:rsidR="00E02930" w:rsidRPr="00E02930">
        <w:rPr>
          <w:rFonts w:cs="Times New Roman"/>
          <w:sz w:val="22"/>
          <w:u w:val="single"/>
        </w:rPr>
        <w:t>Муниципальное казённое учреждение «Центр обеспечения деятельности муниципальных образовательных учреждений Пограничного муниципального района»</w:t>
      </w:r>
    </w:p>
    <w:p w:rsidR="00166CA4" w:rsidRPr="007E7F74" w:rsidRDefault="00166CA4" w:rsidP="00166CA4">
      <w:pPr>
        <w:jc w:val="both"/>
        <w:rPr>
          <w:rFonts w:cs="Times New Roman"/>
          <w:sz w:val="22"/>
          <w:u w:val="single"/>
        </w:rPr>
      </w:pPr>
      <w:r>
        <w:rPr>
          <w:rFonts w:cs="Times New Roman"/>
          <w:sz w:val="22"/>
        </w:rPr>
        <w:t xml:space="preserve">в лице: </w:t>
      </w:r>
      <w:r w:rsidR="00E02930" w:rsidRPr="00E02930">
        <w:rPr>
          <w:rFonts w:cs="Times New Roman"/>
          <w:sz w:val="22"/>
          <w:u w:val="single"/>
        </w:rPr>
        <w:t xml:space="preserve">Директора МКУ «ЦОД МОУ Пограничного МР» Александра Васильевича </w:t>
      </w:r>
      <w:proofErr w:type="spellStart"/>
      <w:r w:rsidR="00E02930" w:rsidRPr="00E02930">
        <w:rPr>
          <w:rFonts w:cs="Times New Roman"/>
          <w:sz w:val="22"/>
          <w:u w:val="single"/>
        </w:rPr>
        <w:t>Покрашенко</w:t>
      </w:r>
      <w:proofErr w:type="spellEnd"/>
    </w:p>
    <w:p w:rsidR="00166CA4" w:rsidRPr="007E7F74" w:rsidRDefault="00166CA4" w:rsidP="00166CA4">
      <w:pPr>
        <w:jc w:val="both"/>
        <w:rPr>
          <w:rFonts w:cs="Times New Roman"/>
          <w:sz w:val="22"/>
          <w:u w:val="single"/>
        </w:rPr>
      </w:pPr>
      <w:proofErr w:type="gramStart"/>
      <w:r>
        <w:rPr>
          <w:rFonts w:cs="Times New Roman"/>
          <w:sz w:val="22"/>
        </w:rPr>
        <w:t>действующего</w:t>
      </w:r>
      <w:proofErr w:type="gramEnd"/>
      <w:r>
        <w:rPr>
          <w:rFonts w:cs="Times New Roman"/>
          <w:sz w:val="22"/>
        </w:rPr>
        <w:t xml:space="preserve"> на основании: </w:t>
      </w:r>
      <w:r w:rsidR="00E02930" w:rsidRPr="00E02930">
        <w:rPr>
          <w:rFonts w:cs="Times New Roman"/>
          <w:sz w:val="22"/>
          <w:u w:val="single"/>
        </w:rPr>
        <w:t>Устава</w:t>
      </w:r>
    </w:p>
    <w:p w:rsidR="00166CA4" w:rsidRDefault="00166CA4" w:rsidP="00BE4E7D">
      <w:pPr>
        <w:tabs>
          <w:tab w:val="center" w:pos="5103"/>
          <w:tab w:val="right" w:pos="10206"/>
        </w:tabs>
        <w:jc w:val="center"/>
        <w:rPr>
          <w:b/>
        </w:rPr>
      </w:pPr>
    </w:p>
    <w:p w:rsidR="00166CA4" w:rsidRPr="002E4FC1" w:rsidRDefault="001D6AC9" w:rsidP="00166CA4">
      <w:pPr>
        <w:rPr>
          <w:rFonts w:cs="Times New Roman"/>
          <w:sz w:val="10"/>
          <w:szCs w:val="10"/>
        </w:rPr>
      </w:pPr>
      <w:r>
        <w:rPr>
          <w:rFonts w:cs="Times New Roman"/>
          <w:sz w:val="22"/>
        </w:rPr>
        <w:t xml:space="preserve">Просим провести СОУТ на </w:t>
      </w:r>
      <w:r w:rsidR="00166CA4">
        <w:rPr>
          <w:rFonts w:cs="Times New Roman"/>
          <w:sz w:val="22"/>
        </w:rPr>
        <w:t xml:space="preserve"> </w:t>
      </w:r>
      <w:r w:rsidR="00E02930">
        <w:rPr>
          <w:rFonts w:cs="Times New Roman"/>
          <w:sz w:val="22"/>
          <w:u w:val="single"/>
        </w:rPr>
        <w:t>25</w:t>
      </w:r>
      <w:r w:rsidR="00E02930" w:rsidRPr="00E02930">
        <w:rPr>
          <w:rFonts w:cs="Times New Roman"/>
          <w:sz w:val="22"/>
        </w:rPr>
        <w:t xml:space="preserve"> </w:t>
      </w:r>
      <w:r w:rsidR="00F90C16" w:rsidRPr="00E02930">
        <w:rPr>
          <w:rFonts w:cs="Times New Roman"/>
          <w:sz w:val="22"/>
        </w:rPr>
        <w:t xml:space="preserve"> </w:t>
      </w:r>
      <w:r w:rsidR="00166CA4" w:rsidRPr="00166CA4">
        <w:rPr>
          <w:rFonts w:cs="Times New Roman"/>
          <w:sz w:val="22"/>
        </w:rPr>
        <w:t xml:space="preserve">рабочих местах </w:t>
      </w:r>
      <w:r w:rsidR="00166CA4" w:rsidRPr="002E4FC1">
        <w:rPr>
          <w:rFonts w:cs="Times New Roman"/>
          <w:i/>
          <w:sz w:val="20"/>
          <w:szCs w:val="20"/>
        </w:rPr>
        <w:t>(</w:t>
      </w:r>
      <w:proofErr w:type="gramStart"/>
      <w:r w:rsidR="00166CA4">
        <w:rPr>
          <w:rFonts w:cs="Times New Roman"/>
          <w:i/>
          <w:sz w:val="20"/>
          <w:szCs w:val="20"/>
        </w:rPr>
        <w:t>согласно</w:t>
      </w:r>
      <w:proofErr w:type="gramEnd"/>
      <w:r w:rsidR="00166CA4" w:rsidRPr="002E4FC1">
        <w:rPr>
          <w:rFonts w:cs="Times New Roman"/>
          <w:i/>
          <w:sz w:val="20"/>
          <w:szCs w:val="20"/>
        </w:rPr>
        <w:t xml:space="preserve"> предостав</w:t>
      </w:r>
      <w:r w:rsidR="00166CA4">
        <w:rPr>
          <w:rFonts w:cs="Times New Roman"/>
          <w:i/>
          <w:sz w:val="20"/>
          <w:szCs w:val="20"/>
        </w:rPr>
        <w:t>ленного перечня)</w:t>
      </w:r>
      <w:r w:rsidR="00166CA4" w:rsidRPr="002E4FC1">
        <w:rPr>
          <w:rFonts w:cs="Times New Roman"/>
          <w:i/>
          <w:sz w:val="20"/>
          <w:szCs w:val="20"/>
        </w:rPr>
        <w:t xml:space="preserve"> </w:t>
      </w:r>
    </w:p>
    <w:p w:rsidR="00166CA4" w:rsidRDefault="00166CA4" w:rsidP="001D3DAF">
      <w:pPr>
        <w:rPr>
          <w:b/>
        </w:rPr>
      </w:pPr>
    </w:p>
    <w:p w:rsidR="00166CA4" w:rsidRDefault="00166CA4" w:rsidP="00166CA4">
      <w:pPr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Оплату гарантируем.</w:t>
      </w:r>
    </w:p>
    <w:p w:rsidR="00166CA4" w:rsidRDefault="00166CA4" w:rsidP="00166CA4">
      <w:pPr>
        <w:jc w:val="both"/>
        <w:rPr>
          <w:rFonts w:cs="Times New Roman"/>
          <w:i/>
          <w:sz w:val="22"/>
          <w:u w:val="single"/>
        </w:rPr>
      </w:pPr>
      <w:r>
        <w:rPr>
          <w:rFonts w:cs="Times New Roman"/>
          <w:i/>
          <w:sz w:val="22"/>
          <w:u w:val="single"/>
        </w:rPr>
        <w:t>Банковские реквизиты:</w:t>
      </w:r>
    </w:p>
    <w:p w:rsidR="00166CA4" w:rsidRDefault="00166CA4" w:rsidP="00166CA4">
      <w:pPr>
        <w:jc w:val="both"/>
        <w:rPr>
          <w:rFonts w:eastAsia="Times New Roman"/>
          <w:i/>
          <w:sz w:val="22"/>
          <w:lang w:eastAsia="ru-RU"/>
        </w:rPr>
      </w:pPr>
      <w:r w:rsidRPr="00BE4E7D">
        <w:rPr>
          <w:rFonts w:eastAsia="Times New Roman"/>
          <w:sz w:val="22"/>
          <w:lang w:eastAsia="ru-RU"/>
        </w:rPr>
        <w:t xml:space="preserve">Название организации </w:t>
      </w:r>
      <w:r w:rsidR="00753B4E" w:rsidRPr="00091E35">
        <w:rPr>
          <w:rFonts w:cs="Times New Roman"/>
          <w:szCs w:val="24"/>
        </w:rPr>
        <w:t xml:space="preserve">МКУ «ЦОД МОУ </w:t>
      </w:r>
      <w:proofErr w:type="gramStart"/>
      <w:r w:rsidR="00753B4E" w:rsidRPr="00091E35">
        <w:rPr>
          <w:rFonts w:cs="Times New Roman"/>
          <w:szCs w:val="24"/>
        </w:rPr>
        <w:t>Пограничного</w:t>
      </w:r>
      <w:proofErr w:type="gramEnd"/>
      <w:r w:rsidR="00753B4E" w:rsidRPr="00091E35">
        <w:rPr>
          <w:rFonts w:cs="Times New Roman"/>
          <w:szCs w:val="24"/>
        </w:rPr>
        <w:t xml:space="preserve"> МР»</w:t>
      </w:r>
    </w:p>
    <w:p w:rsidR="00166CA4" w:rsidRPr="00ED1F19" w:rsidRDefault="00166CA4" w:rsidP="00166CA4">
      <w:pPr>
        <w:jc w:val="both"/>
        <w:rPr>
          <w:rFonts w:cs="Times New Roman"/>
          <w:sz w:val="22"/>
        </w:rPr>
      </w:pPr>
      <w:r w:rsidRPr="00ED1F19">
        <w:rPr>
          <w:rFonts w:cs="Times New Roman"/>
          <w:sz w:val="22"/>
        </w:rPr>
        <w:t>Основной ОКВЭД:</w:t>
      </w:r>
      <w:r w:rsidR="00ED1F19" w:rsidRPr="00ED1F19">
        <w:rPr>
          <w:rFonts w:cs="Times New Roman"/>
          <w:sz w:val="22"/>
        </w:rPr>
        <w:t xml:space="preserve"> 74.12</w:t>
      </w:r>
    </w:p>
    <w:p w:rsidR="00166CA4" w:rsidRPr="00D13BFE" w:rsidRDefault="00166CA4" w:rsidP="00166CA4">
      <w:pPr>
        <w:jc w:val="both"/>
        <w:rPr>
          <w:rFonts w:cs="Times New Roman"/>
          <w:sz w:val="22"/>
        </w:rPr>
      </w:pPr>
      <w:r w:rsidRPr="00D13BFE">
        <w:rPr>
          <w:rFonts w:cs="Times New Roman"/>
          <w:sz w:val="22"/>
        </w:rPr>
        <w:t xml:space="preserve">Юридический адрес: </w:t>
      </w:r>
      <w:r w:rsidR="00D13BFE" w:rsidRPr="00D13BFE">
        <w:rPr>
          <w:rFonts w:eastAsia="Times New Roman"/>
          <w:sz w:val="22"/>
          <w:lang w:eastAsia="ru-RU"/>
        </w:rPr>
        <w:t xml:space="preserve">692582 Приморский край Пограничный район п. Пограничный ул. </w:t>
      </w:r>
      <w:proofErr w:type="gramStart"/>
      <w:r w:rsidR="00D13BFE" w:rsidRPr="00D13BFE">
        <w:rPr>
          <w:rFonts w:eastAsia="Times New Roman"/>
          <w:sz w:val="22"/>
          <w:lang w:eastAsia="ru-RU"/>
        </w:rPr>
        <w:t>Советская</w:t>
      </w:r>
      <w:proofErr w:type="gramEnd"/>
      <w:r w:rsidR="00D13BFE" w:rsidRPr="00D13BFE">
        <w:rPr>
          <w:rFonts w:eastAsia="Times New Roman"/>
          <w:sz w:val="22"/>
          <w:lang w:eastAsia="ru-RU"/>
        </w:rPr>
        <w:t xml:space="preserve">, </w:t>
      </w:r>
      <w:r w:rsidR="00A51EC3">
        <w:rPr>
          <w:rFonts w:eastAsia="Times New Roman"/>
          <w:sz w:val="22"/>
          <w:lang w:eastAsia="ru-RU"/>
        </w:rPr>
        <w:t xml:space="preserve">     </w:t>
      </w:r>
      <w:r w:rsidR="00D13BFE" w:rsidRPr="00D13BFE">
        <w:rPr>
          <w:rFonts w:eastAsia="Times New Roman"/>
          <w:sz w:val="22"/>
          <w:lang w:eastAsia="ru-RU"/>
        </w:rPr>
        <w:t>д. 63</w:t>
      </w:r>
    </w:p>
    <w:p w:rsidR="00166CA4" w:rsidRPr="00D13BFE" w:rsidRDefault="00166CA4" w:rsidP="00166CA4">
      <w:pPr>
        <w:jc w:val="both"/>
        <w:rPr>
          <w:rFonts w:cs="Times New Roman"/>
          <w:sz w:val="22"/>
        </w:rPr>
      </w:pPr>
      <w:r w:rsidRPr="00D13BFE">
        <w:rPr>
          <w:rFonts w:cs="Times New Roman"/>
          <w:sz w:val="22"/>
        </w:rPr>
        <w:t xml:space="preserve">Почтовый адрес: </w:t>
      </w:r>
      <w:r w:rsidR="00D13BFE" w:rsidRPr="00D13BFE">
        <w:rPr>
          <w:rFonts w:eastAsia="Times New Roman"/>
          <w:sz w:val="22"/>
          <w:lang w:eastAsia="ru-RU"/>
        </w:rPr>
        <w:t xml:space="preserve">692582 Приморский край Пограничный район п. Пограничный ул. </w:t>
      </w:r>
      <w:proofErr w:type="gramStart"/>
      <w:r w:rsidR="00D13BFE" w:rsidRPr="00D13BFE">
        <w:rPr>
          <w:rFonts w:eastAsia="Times New Roman"/>
          <w:sz w:val="22"/>
          <w:lang w:eastAsia="ru-RU"/>
        </w:rPr>
        <w:t>Советская</w:t>
      </w:r>
      <w:proofErr w:type="gramEnd"/>
      <w:r w:rsidR="00D13BFE" w:rsidRPr="00D13BFE">
        <w:rPr>
          <w:rFonts w:eastAsia="Times New Roman"/>
          <w:sz w:val="22"/>
          <w:lang w:eastAsia="ru-RU"/>
        </w:rPr>
        <w:t>, д. 63</w:t>
      </w:r>
    </w:p>
    <w:p w:rsidR="00166CA4" w:rsidRDefault="00166CA4" w:rsidP="00166CA4">
      <w:pPr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тел/факс: </w:t>
      </w:r>
      <w:r w:rsidR="00D13BFE">
        <w:rPr>
          <w:rFonts w:cs="Times New Roman"/>
          <w:sz w:val="22"/>
        </w:rPr>
        <w:t>8(42345)21-7-13/8(42345)21-3-96</w:t>
      </w:r>
    </w:p>
    <w:p w:rsidR="00D13BFE" w:rsidRPr="00D13BFE" w:rsidRDefault="00166CA4" w:rsidP="00D13BFE">
      <w:pPr>
        <w:autoSpaceDE w:val="0"/>
        <w:autoSpaceDN w:val="0"/>
        <w:adjustRightInd w:val="0"/>
        <w:rPr>
          <w:rFonts w:cs="Times New Roman"/>
          <w:color w:val="000000"/>
          <w:sz w:val="22"/>
        </w:rPr>
      </w:pPr>
      <w:proofErr w:type="spellStart"/>
      <w:r w:rsidRPr="00D13BFE">
        <w:rPr>
          <w:rFonts w:cs="Times New Roman"/>
          <w:sz w:val="22"/>
        </w:rPr>
        <w:t>e-mail</w:t>
      </w:r>
      <w:proofErr w:type="spellEnd"/>
      <w:r w:rsidRPr="00D13BFE">
        <w:rPr>
          <w:rFonts w:cs="Times New Roman"/>
          <w:sz w:val="22"/>
        </w:rPr>
        <w:t xml:space="preserve">: </w:t>
      </w:r>
      <w:r w:rsidR="00D13BFE" w:rsidRPr="00D13BFE">
        <w:rPr>
          <w:rFonts w:cs="Times New Roman"/>
          <w:color w:val="000000"/>
          <w:sz w:val="22"/>
        </w:rPr>
        <w:t>ONO &lt;ono@pogranichny.org&gt;</w:t>
      </w:r>
    </w:p>
    <w:p w:rsidR="00166CA4" w:rsidRPr="00D13BFE" w:rsidRDefault="00166CA4" w:rsidP="00166CA4">
      <w:pPr>
        <w:jc w:val="both"/>
        <w:rPr>
          <w:rFonts w:cs="Times New Roman"/>
          <w:sz w:val="22"/>
        </w:rPr>
      </w:pPr>
    </w:p>
    <w:p w:rsidR="00166CA4" w:rsidRDefault="00166CA4" w:rsidP="00166CA4">
      <w:pPr>
        <w:jc w:val="both"/>
        <w:rPr>
          <w:sz w:val="22"/>
        </w:rPr>
      </w:pPr>
    </w:p>
    <w:p w:rsidR="00166CA4" w:rsidRDefault="00166CA4" w:rsidP="00166CA4">
      <w:pPr>
        <w:jc w:val="both"/>
        <w:rPr>
          <w:sz w:val="22"/>
        </w:rPr>
      </w:pPr>
      <w:r w:rsidRPr="00BE4E7D">
        <w:rPr>
          <w:sz w:val="22"/>
        </w:rPr>
        <w:t>График работы</w:t>
      </w:r>
    </w:p>
    <w:p w:rsidR="00166CA4" w:rsidRPr="00871C06" w:rsidRDefault="00166CA4" w:rsidP="00166CA4">
      <w:pPr>
        <w:jc w:val="both"/>
        <w:rPr>
          <w:rFonts w:cs="Times New Roman"/>
          <w:szCs w:val="24"/>
        </w:rPr>
      </w:pPr>
    </w:p>
    <w:p w:rsidR="00166CA4" w:rsidRPr="00871C06" w:rsidRDefault="00166CA4" w:rsidP="00166CA4">
      <w:pPr>
        <w:jc w:val="both"/>
        <w:rPr>
          <w:rFonts w:cs="Times New Roman"/>
          <w:szCs w:val="24"/>
        </w:rPr>
      </w:pPr>
      <w:r w:rsidRPr="00871C06">
        <w:rPr>
          <w:rFonts w:cs="Times New Roman"/>
          <w:szCs w:val="24"/>
        </w:rPr>
        <w:t xml:space="preserve">ИНН/КПП:  </w:t>
      </w:r>
      <w:r w:rsidR="00753B4E" w:rsidRPr="00871C06">
        <w:rPr>
          <w:rFonts w:cs="Times New Roman"/>
          <w:szCs w:val="24"/>
        </w:rPr>
        <w:t>2525002322/252501001</w:t>
      </w:r>
    </w:p>
    <w:p w:rsidR="00166CA4" w:rsidRPr="00871C06" w:rsidRDefault="00166CA4" w:rsidP="00166CA4">
      <w:pPr>
        <w:jc w:val="both"/>
        <w:rPr>
          <w:rFonts w:cs="Times New Roman"/>
          <w:szCs w:val="24"/>
        </w:rPr>
      </w:pPr>
      <w:r w:rsidRPr="00871C06">
        <w:rPr>
          <w:rFonts w:cs="Times New Roman"/>
          <w:szCs w:val="24"/>
        </w:rPr>
        <w:t xml:space="preserve">ОГРН:  </w:t>
      </w:r>
      <w:r w:rsidR="00871C06" w:rsidRPr="00871C06">
        <w:rPr>
          <w:szCs w:val="24"/>
        </w:rPr>
        <w:t>1112511004880</w:t>
      </w:r>
    </w:p>
    <w:p w:rsidR="00871C06" w:rsidRPr="00871C06" w:rsidRDefault="00871C06" w:rsidP="00871C06">
      <w:pPr>
        <w:tabs>
          <w:tab w:val="left" w:pos="3174"/>
        </w:tabs>
        <w:spacing w:line="360" w:lineRule="auto"/>
        <w:rPr>
          <w:rFonts w:eastAsia="Times New Roman" w:cs="Times New Roman"/>
          <w:szCs w:val="24"/>
          <w:lang w:eastAsia="ru-RU"/>
        </w:rPr>
      </w:pPr>
      <w:r w:rsidRPr="00871C06">
        <w:rPr>
          <w:rFonts w:cs="Times New Roman"/>
          <w:szCs w:val="24"/>
        </w:rPr>
        <w:t>банк</w:t>
      </w:r>
      <w:r w:rsidR="00166CA4" w:rsidRPr="00871C06">
        <w:rPr>
          <w:rFonts w:cs="Times New Roman"/>
          <w:szCs w:val="24"/>
        </w:rPr>
        <w:t xml:space="preserve">:  </w:t>
      </w:r>
      <w:r w:rsidRPr="00871C06">
        <w:rPr>
          <w:rFonts w:eastAsia="Times New Roman" w:cs="Times New Roman"/>
          <w:szCs w:val="24"/>
          <w:lang w:eastAsia="ru-RU"/>
        </w:rPr>
        <w:t xml:space="preserve">УФК ПО ПРИМОРСКОМУ КРАЮ (МКУ «ЦОД МОУ </w:t>
      </w:r>
      <w:proofErr w:type="spellStart"/>
      <w:r w:rsidRPr="00871C06">
        <w:rPr>
          <w:rFonts w:eastAsia="Times New Roman" w:cs="Times New Roman"/>
          <w:szCs w:val="24"/>
          <w:lang w:eastAsia="ru-RU"/>
        </w:rPr>
        <w:t>ПограничногоМР</w:t>
      </w:r>
      <w:proofErr w:type="spellEnd"/>
      <w:r w:rsidRPr="00871C06">
        <w:rPr>
          <w:rFonts w:eastAsia="Times New Roman" w:cs="Times New Roman"/>
          <w:szCs w:val="24"/>
          <w:lang w:eastAsia="ru-RU"/>
        </w:rPr>
        <w:t xml:space="preserve">» </w:t>
      </w:r>
      <w:r w:rsidR="00A51EC3">
        <w:rPr>
          <w:rFonts w:eastAsia="Times New Roman" w:cs="Times New Roman"/>
          <w:szCs w:val="24"/>
          <w:lang w:eastAsia="ru-RU"/>
        </w:rPr>
        <w:t xml:space="preserve">                        </w:t>
      </w:r>
      <w:r w:rsidRPr="00871C06">
        <w:rPr>
          <w:rFonts w:eastAsia="Times New Roman" w:cs="Times New Roman"/>
          <w:szCs w:val="24"/>
          <w:lang w:eastAsia="ru-RU"/>
        </w:rPr>
        <w:t>Л/С 03203201010)</w:t>
      </w:r>
    </w:p>
    <w:p w:rsidR="00166CA4" w:rsidRPr="00871C06" w:rsidRDefault="00871C06" w:rsidP="00871C06">
      <w:pPr>
        <w:tabs>
          <w:tab w:val="left" w:pos="3174"/>
        </w:tabs>
        <w:spacing w:line="360" w:lineRule="auto"/>
        <w:rPr>
          <w:rFonts w:eastAsia="Times New Roman" w:cs="Times New Roman"/>
          <w:szCs w:val="24"/>
          <w:lang w:eastAsia="ru-RU"/>
        </w:rPr>
      </w:pPr>
      <w:proofErr w:type="gramStart"/>
      <w:r w:rsidRPr="00871C06">
        <w:rPr>
          <w:rFonts w:eastAsia="Times New Roman" w:cs="Times New Roman"/>
          <w:szCs w:val="24"/>
          <w:lang w:eastAsia="ru-RU"/>
        </w:rPr>
        <w:t>ДАЛЬНЕВОСТОЧНОЕ</w:t>
      </w:r>
      <w:proofErr w:type="gramEnd"/>
      <w:r w:rsidRPr="00871C06">
        <w:rPr>
          <w:rFonts w:eastAsia="Times New Roman" w:cs="Times New Roman"/>
          <w:szCs w:val="24"/>
          <w:lang w:eastAsia="ru-RU"/>
        </w:rPr>
        <w:t xml:space="preserve"> ГУ БАНКА РОССИИ Г.ВЛАДИВОСТОК</w:t>
      </w:r>
    </w:p>
    <w:p w:rsidR="00871C06" w:rsidRPr="00871C06" w:rsidRDefault="00871C06" w:rsidP="00871C06">
      <w:pPr>
        <w:tabs>
          <w:tab w:val="left" w:pos="3174"/>
        </w:tabs>
        <w:spacing w:line="360" w:lineRule="auto"/>
        <w:rPr>
          <w:rFonts w:eastAsia="Times New Roman" w:cs="Times New Roman"/>
          <w:szCs w:val="24"/>
          <w:lang w:eastAsia="ru-RU"/>
        </w:rPr>
      </w:pPr>
      <w:r w:rsidRPr="00871C06">
        <w:rPr>
          <w:rFonts w:eastAsia="Times New Roman" w:cs="Times New Roman"/>
          <w:szCs w:val="24"/>
          <w:lang w:eastAsia="ru-RU"/>
        </w:rPr>
        <w:t>СЧ.40204810800000000022</w:t>
      </w:r>
    </w:p>
    <w:p w:rsidR="00871C06" w:rsidRPr="00871C06" w:rsidRDefault="00871C06" w:rsidP="00871C06">
      <w:pPr>
        <w:tabs>
          <w:tab w:val="left" w:pos="3174"/>
        </w:tabs>
        <w:spacing w:line="360" w:lineRule="auto"/>
        <w:rPr>
          <w:rFonts w:eastAsia="Times New Roman" w:cs="Times New Roman"/>
          <w:szCs w:val="24"/>
          <w:lang w:eastAsia="ru-RU"/>
        </w:rPr>
      </w:pPr>
      <w:r w:rsidRPr="00871C06">
        <w:rPr>
          <w:rFonts w:eastAsia="Times New Roman" w:cs="Times New Roman"/>
          <w:szCs w:val="24"/>
          <w:lang w:eastAsia="ru-RU"/>
        </w:rPr>
        <w:t xml:space="preserve">БИК 040507001  </w:t>
      </w:r>
    </w:p>
    <w:p w:rsidR="00166CA4" w:rsidRDefault="00166CA4" w:rsidP="00166CA4">
      <w:pPr>
        <w:jc w:val="both"/>
        <w:rPr>
          <w:rFonts w:cs="Times New Roman"/>
          <w:sz w:val="22"/>
        </w:rPr>
      </w:pPr>
      <w:bookmarkStart w:id="0" w:name="_GoBack"/>
      <w:bookmarkEnd w:id="0"/>
    </w:p>
    <w:p w:rsidR="00166CA4" w:rsidRDefault="00166CA4" w:rsidP="00166CA4">
      <w:pPr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Конт/ответственное лицо (ФИО):  </w:t>
      </w:r>
      <w:r w:rsidR="00A51EC3">
        <w:rPr>
          <w:rFonts w:cs="Times New Roman"/>
          <w:sz w:val="22"/>
        </w:rPr>
        <w:t xml:space="preserve">С.В. </w:t>
      </w:r>
      <w:proofErr w:type="spellStart"/>
      <w:r w:rsidR="00A51EC3">
        <w:rPr>
          <w:rFonts w:cs="Times New Roman"/>
          <w:sz w:val="22"/>
        </w:rPr>
        <w:t>Щирая</w:t>
      </w:r>
      <w:proofErr w:type="spellEnd"/>
      <w:r w:rsidR="00A51EC3">
        <w:rPr>
          <w:rFonts w:cs="Times New Roman"/>
          <w:sz w:val="22"/>
        </w:rPr>
        <w:t xml:space="preserve"> </w:t>
      </w:r>
    </w:p>
    <w:p w:rsidR="00166CA4" w:rsidRPr="00ED1F19" w:rsidRDefault="00166CA4" w:rsidP="00166CA4">
      <w:pPr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Тел</w:t>
      </w:r>
      <w:r w:rsidRPr="00ED1F19">
        <w:rPr>
          <w:rFonts w:cs="Times New Roman"/>
          <w:sz w:val="22"/>
        </w:rPr>
        <w:t xml:space="preserve">:  </w:t>
      </w:r>
      <w:r w:rsidR="00A51EC3" w:rsidRPr="00ED1F19">
        <w:rPr>
          <w:rFonts w:cs="Times New Roman"/>
          <w:sz w:val="22"/>
        </w:rPr>
        <w:t>8(42345)21-3-96</w:t>
      </w:r>
    </w:p>
    <w:p w:rsidR="00166CA4" w:rsidRPr="00ED1F19" w:rsidRDefault="00166CA4" w:rsidP="00166CA4">
      <w:pPr>
        <w:jc w:val="both"/>
        <w:rPr>
          <w:rFonts w:cs="Times New Roman"/>
          <w:sz w:val="22"/>
        </w:rPr>
      </w:pPr>
      <w:r w:rsidRPr="00ED1F19">
        <w:rPr>
          <w:rFonts w:cs="Times New Roman"/>
          <w:sz w:val="22"/>
        </w:rPr>
        <w:t xml:space="preserve"> </w:t>
      </w:r>
      <w:proofErr w:type="gramStart"/>
      <w:r w:rsidRPr="00A51EC3">
        <w:rPr>
          <w:rFonts w:cs="Times New Roman"/>
          <w:sz w:val="22"/>
          <w:lang w:val="en-US"/>
        </w:rPr>
        <w:t>e</w:t>
      </w:r>
      <w:r w:rsidRPr="00ED1F19">
        <w:rPr>
          <w:rFonts w:cs="Times New Roman"/>
          <w:sz w:val="22"/>
        </w:rPr>
        <w:t>-</w:t>
      </w:r>
      <w:r w:rsidRPr="00A51EC3">
        <w:rPr>
          <w:rFonts w:cs="Times New Roman"/>
          <w:sz w:val="22"/>
          <w:lang w:val="en-US"/>
        </w:rPr>
        <w:t>mail</w:t>
      </w:r>
      <w:proofErr w:type="gramEnd"/>
      <w:r w:rsidRPr="00ED1F19">
        <w:rPr>
          <w:rFonts w:cs="Times New Roman"/>
          <w:sz w:val="22"/>
        </w:rPr>
        <w:t xml:space="preserve">: </w:t>
      </w:r>
      <w:proofErr w:type="spellStart"/>
      <w:r w:rsidR="00A51EC3" w:rsidRPr="00A51EC3">
        <w:rPr>
          <w:rFonts w:cs="Times New Roman"/>
          <w:color w:val="000000"/>
          <w:sz w:val="22"/>
          <w:lang w:val="en-US"/>
        </w:rPr>
        <w:t>ono</w:t>
      </w:r>
      <w:proofErr w:type="spellEnd"/>
      <w:r w:rsidR="00A51EC3" w:rsidRPr="00ED1F19">
        <w:rPr>
          <w:rFonts w:cs="Times New Roman"/>
          <w:color w:val="000000"/>
          <w:sz w:val="22"/>
        </w:rPr>
        <w:t>@</w:t>
      </w:r>
      <w:proofErr w:type="spellStart"/>
      <w:r w:rsidR="00A51EC3" w:rsidRPr="00A51EC3">
        <w:rPr>
          <w:rFonts w:cs="Times New Roman"/>
          <w:color w:val="000000"/>
          <w:sz w:val="22"/>
          <w:lang w:val="en-US"/>
        </w:rPr>
        <w:t>pogranichny</w:t>
      </w:r>
      <w:proofErr w:type="spellEnd"/>
      <w:r w:rsidR="00A51EC3" w:rsidRPr="00ED1F19">
        <w:rPr>
          <w:rFonts w:cs="Times New Roman"/>
          <w:color w:val="000000"/>
          <w:sz w:val="22"/>
        </w:rPr>
        <w:t>.</w:t>
      </w:r>
      <w:r w:rsidR="00A51EC3" w:rsidRPr="00A51EC3">
        <w:rPr>
          <w:rFonts w:cs="Times New Roman"/>
          <w:color w:val="000000"/>
          <w:sz w:val="22"/>
          <w:lang w:val="en-US"/>
        </w:rPr>
        <w:t>org</w:t>
      </w:r>
    </w:p>
    <w:p w:rsidR="00166CA4" w:rsidRPr="00ED1F19" w:rsidRDefault="00166CA4" w:rsidP="00166CA4">
      <w:pPr>
        <w:rPr>
          <w:rFonts w:cs="Times New Roman"/>
          <w:sz w:val="22"/>
        </w:rPr>
      </w:pPr>
    </w:p>
    <w:p w:rsidR="00166CA4" w:rsidRDefault="00166CA4" w:rsidP="00166CA4">
      <w:pPr>
        <w:rPr>
          <w:rFonts w:cs="Times New Roman"/>
          <w:sz w:val="22"/>
        </w:rPr>
      </w:pPr>
      <w:r>
        <w:rPr>
          <w:rFonts w:cs="Times New Roman"/>
          <w:sz w:val="22"/>
        </w:rPr>
        <w:t>Руководитель / уполномоченное лицо /</w:t>
      </w:r>
      <w:r w:rsidR="004336EE">
        <w:rPr>
          <w:rFonts w:cs="Times New Roman"/>
          <w:sz w:val="22"/>
        </w:rPr>
        <w:t xml:space="preserve">                                                                               А.В. </w:t>
      </w:r>
      <w:proofErr w:type="spellStart"/>
      <w:r w:rsidR="004336EE">
        <w:rPr>
          <w:rFonts w:cs="Times New Roman"/>
          <w:sz w:val="22"/>
        </w:rPr>
        <w:t>Покрашенко</w:t>
      </w:r>
      <w:proofErr w:type="spellEnd"/>
    </w:p>
    <w:p w:rsidR="00166CA4" w:rsidRDefault="00166CA4" w:rsidP="00166CA4">
      <w:pPr>
        <w:ind w:left="2410"/>
        <w:rPr>
          <w:rFonts w:cs="Times New Roman"/>
          <w:sz w:val="22"/>
        </w:rPr>
      </w:pPr>
      <w:r>
        <w:rPr>
          <w:rFonts w:cs="Times New Roman"/>
          <w:sz w:val="22"/>
        </w:rPr>
        <w:t>М.П.</w:t>
      </w:r>
    </w:p>
    <w:p w:rsidR="00166CA4" w:rsidRDefault="00166CA4" w:rsidP="00166CA4">
      <w:pPr>
        <w:jc w:val="right"/>
        <w:rPr>
          <w:b/>
          <w:sz w:val="22"/>
        </w:rPr>
      </w:pPr>
      <w:r>
        <w:rPr>
          <w:rFonts w:cs="Times New Roman"/>
          <w:sz w:val="22"/>
        </w:rPr>
        <w:t>«___» ________ 20</w:t>
      </w:r>
      <w:r w:rsidR="00D112C2">
        <w:rPr>
          <w:rFonts w:cs="Times New Roman"/>
          <w:sz w:val="22"/>
        </w:rPr>
        <w:t>18</w:t>
      </w:r>
      <w:r>
        <w:rPr>
          <w:rFonts w:cs="Times New Roman"/>
          <w:sz w:val="22"/>
        </w:rPr>
        <w:t>г</w:t>
      </w:r>
    </w:p>
    <w:p w:rsidR="00166CA4" w:rsidRDefault="00166CA4" w:rsidP="00166CA4">
      <w:pPr>
        <w:rPr>
          <w:b/>
          <w:sz w:val="20"/>
          <w:szCs w:val="20"/>
        </w:rPr>
      </w:pPr>
    </w:p>
    <w:sectPr w:rsidR="00166CA4" w:rsidSect="007E7F74">
      <w:pgSz w:w="11906" w:h="16838"/>
      <w:pgMar w:top="568" w:right="849" w:bottom="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F2175"/>
    <w:multiLevelType w:val="hybridMultilevel"/>
    <w:tmpl w:val="5F7CAC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527EA"/>
    <w:rsid w:val="000043C4"/>
    <w:rsid w:val="000511DE"/>
    <w:rsid w:val="00067E2F"/>
    <w:rsid w:val="00070236"/>
    <w:rsid w:val="00082A4E"/>
    <w:rsid w:val="0008576A"/>
    <w:rsid w:val="0009543A"/>
    <w:rsid w:val="00095FC5"/>
    <w:rsid w:val="000A3E92"/>
    <w:rsid w:val="000C0F20"/>
    <w:rsid w:val="000E3BEA"/>
    <w:rsid w:val="000E426F"/>
    <w:rsid w:val="000E5EAE"/>
    <w:rsid w:val="000F4274"/>
    <w:rsid w:val="00106D92"/>
    <w:rsid w:val="00116A1A"/>
    <w:rsid w:val="001347BE"/>
    <w:rsid w:val="00136CBC"/>
    <w:rsid w:val="00137940"/>
    <w:rsid w:val="00141DA9"/>
    <w:rsid w:val="00146378"/>
    <w:rsid w:val="0016007E"/>
    <w:rsid w:val="0016027A"/>
    <w:rsid w:val="001644FB"/>
    <w:rsid w:val="00166CA4"/>
    <w:rsid w:val="001704D9"/>
    <w:rsid w:val="001A2A8F"/>
    <w:rsid w:val="001A628D"/>
    <w:rsid w:val="001B1B35"/>
    <w:rsid w:val="001B27D8"/>
    <w:rsid w:val="001C2616"/>
    <w:rsid w:val="001C4B13"/>
    <w:rsid w:val="001D08C1"/>
    <w:rsid w:val="001D3DAF"/>
    <w:rsid w:val="001D6AC9"/>
    <w:rsid w:val="001E37CA"/>
    <w:rsid w:val="001E4CCB"/>
    <w:rsid w:val="001E6DA7"/>
    <w:rsid w:val="00201210"/>
    <w:rsid w:val="00204345"/>
    <w:rsid w:val="002228D1"/>
    <w:rsid w:val="002311E1"/>
    <w:rsid w:val="0024339E"/>
    <w:rsid w:val="00244F37"/>
    <w:rsid w:val="00264148"/>
    <w:rsid w:val="00287332"/>
    <w:rsid w:val="002D662A"/>
    <w:rsid w:val="002F3042"/>
    <w:rsid w:val="00300C95"/>
    <w:rsid w:val="0030229D"/>
    <w:rsid w:val="00304624"/>
    <w:rsid w:val="0032051F"/>
    <w:rsid w:val="00323847"/>
    <w:rsid w:val="00325F06"/>
    <w:rsid w:val="003336F1"/>
    <w:rsid w:val="003376C3"/>
    <w:rsid w:val="00350099"/>
    <w:rsid w:val="00350B15"/>
    <w:rsid w:val="003B1C39"/>
    <w:rsid w:val="003C1625"/>
    <w:rsid w:val="003C38E9"/>
    <w:rsid w:val="003F0DBD"/>
    <w:rsid w:val="003F7CEE"/>
    <w:rsid w:val="004002B6"/>
    <w:rsid w:val="00404CF9"/>
    <w:rsid w:val="0041236D"/>
    <w:rsid w:val="004336EE"/>
    <w:rsid w:val="00433814"/>
    <w:rsid w:val="004475B7"/>
    <w:rsid w:val="0044769D"/>
    <w:rsid w:val="00465C96"/>
    <w:rsid w:val="00467957"/>
    <w:rsid w:val="004900F3"/>
    <w:rsid w:val="004C5EEF"/>
    <w:rsid w:val="004D1DCD"/>
    <w:rsid w:val="004D6866"/>
    <w:rsid w:val="00504A34"/>
    <w:rsid w:val="0052187E"/>
    <w:rsid w:val="00524B89"/>
    <w:rsid w:val="00531689"/>
    <w:rsid w:val="00533308"/>
    <w:rsid w:val="00536C59"/>
    <w:rsid w:val="0053730D"/>
    <w:rsid w:val="00555B28"/>
    <w:rsid w:val="00564243"/>
    <w:rsid w:val="005849C4"/>
    <w:rsid w:val="005B593B"/>
    <w:rsid w:val="005C0ACA"/>
    <w:rsid w:val="005C22D8"/>
    <w:rsid w:val="005C2EF5"/>
    <w:rsid w:val="005C3FBB"/>
    <w:rsid w:val="005D169E"/>
    <w:rsid w:val="005F2DFE"/>
    <w:rsid w:val="005F36C2"/>
    <w:rsid w:val="006003FE"/>
    <w:rsid w:val="006150BF"/>
    <w:rsid w:val="00626EFF"/>
    <w:rsid w:val="006349AB"/>
    <w:rsid w:val="006450E2"/>
    <w:rsid w:val="006469C7"/>
    <w:rsid w:val="006519C0"/>
    <w:rsid w:val="006527EA"/>
    <w:rsid w:val="00656610"/>
    <w:rsid w:val="00666C6F"/>
    <w:rsid w:val="0067719D"/>
    <w:rsid w:val="006B4838"/>
    <w:rsid w:val="006D6DAC"/>
    <w:rsid w:val="006E0C17"/>
    <w:rsid w:val="00702ABF"/>
    <w:rsid w:val="00712C36"/>
    <w:rsid w:val="0071743F"/>
    <w:rsid w:val="00720293"/>
    <w:rsid w:val="007402CB"/>
    <w:rsid w:val="00753B4E"/>
    <w:rsid w:val="00774A9B"/>
    <w:rsid w:val="00776E5A"/>
    <w:rsid w:val="007957F5"/>
    <w:rsid w:val="007959E3"/>
    <w:rsid w:val="007A305E"/>
    <w:rsid w:val="007B16E6"/>
    <w:rsid w:val="007C488D"/>
    <w:rsid w:val="007D0EFB"/>
    <w:rsid w:val="007E4D61"/>
    <w:rsid w:val="007E7F74"/>
    <w:rsid w:val="007F5F4B"/>
    <w:rsid w:val="00800F39"/>
    <w:rsid w:val="00811F37"/>
    <w:rsid w:val="00835498"/>
    <w:rsid w:val="00835CC5"/>
    <w:rsid w:val="008432C7"/>
    <w:rsid w:val="00846135"/>
    <w:rsid w:val="0085242D"/>
    <w:rsid w:val="0085595C"/>
    <w:rsid w:val="00870B8E"/>
    <w:rsid w:val="00871C06"/>
    <w:rsid w:val="0087557C"/>
    <w:rsid w:val="00875F71"/>
    <w:rsid w:val="00877499"/>
    <w:rsid w:val="008850AA"/>
    <w:rsid w:val="00885E57"/>
    <w:rsid w:val="008952AC"/>
    <w:rsid w:val="008C27AB"/>
    <w:rsid w:val="008C5692"/>
    <w:rsid w:val="008E7287"/>
    <w:rsid w:val="008F64CF"/>
    <w:rsid w:val="00900B0A"/>
    <w:rsid w:val="00910565"/>
    <w:rsid w:val="00944AEE"/>
    <w:rsid w:val="00951920"/>
    <w:rsid w:val="00952F7F"/>
    <w:rsid w:val="00954311"/>
    <w:rsid w:val="009615E4"/>
    <w:rsid w:val="0098086B"/>
    <w:rsid w:val="00981ADB"/>
    <w:rsid w:val="009B03B0"/>
    <w:rsid w:val="009C7CA5"/>
    <w:rsid w:val="009F0F87"/>
    <w:rsid w:val="009F778B"/>
    <w:rsid w:val="00A2250D"/>
    <w:rsid w:val="00A305B3"/>
    <w:rsid w:val="00A51EC3"/>
    <w:rsid w:val="00A909B1"/>
    <w:rsid w:val="00A93BC0"/>
    <w:rsid w:val="00AC577D"/>
    <w:rsid w:val="00AC7186"/>
    <w:rsid w:val="00AD3064"/>
    <w:rsid w:val="00B14589"/>
    <w:rsid w:val="00B23814"/>
    <w:rsid w:val="00B32E1B"/>
    <w:rsid w:val="00B34605"/>
    <w:rsid w:val="00B34B3D"/>
    <w:rsid w:val="00B37924"/>
    <w:rsid w:val="00B62298"/>
    <w:rsid w:val="00BA3335"/>
    <w:rsid w:val="00BA6AF3"/>
    <w:rsid w:val="00BC4D0C"/>
    <w:rsid w:val="00BD79F4"/>
    <w:rsid w:val="00BE4E7D"/>
    <w:rsid w:val="00BF6A8E"/>
    <w:rsid w:val="00C13314"/>
    <w:rsid w:val="00C14EFA"/>
    <w:rsid w:val="00C23EE5"/>
    <w:rsid w:val="00C271A4"/>
    <w:rsid w:val="00C4459E"/>
    <w:rsid w:val="00C472FE"/>
    <w:rsid w:val="00C50953"/>
    <w:rsid w:val="00C62021"/>
    <w:rsid w:val="00C636D2"/>
    <w:rsid w:val="00C87006"/>
    <w:rsid w:val="00CD75A6"/>
    <w:rsid w:val="00CE67F7"/>
    <w:rsid w:val="00D06117"/>
    <w:rsid w:val="00D112C2"/>
    <w:rsid w:val="00D13BFE"/>
    <w:rsid w:val="00D51C76"/>
    <w:rsid w:val="00D6079E"/>
    <w:rsid w:val="00D64232"/>
    <w:rsid w:val="00D779E1"/>
    <w:rsid w:val="00D8077C"/>
    <w:rsid w:val="00D80EEF"/>
    <w:rsid w:val="00D82325"/>
    <w:rsid w:val="00DA220B"/>
    <w:rsid w:val="00DC38D8"/>
    <w:rsid w:val="00DD00DD"/>
    <w:rsid w:val="00E02930"/>
    <w:rsid w:val="00E15780"/>
    <w:rsid w:val="00E17A02"/>
    <w:rsid w:val="00E70006"/>
    <w:rsid w:val="00E77219"/>
    <w:rsid w:val="00E80323"/>
    <w:rsid w:val="00EA1B20"/>
    <w:rsid w:val="00EA537F"/>
    <w:rsid w:val="00EC0608"/>
    <w:rsid w:val="00ED1F19"/>
    <w:rsid w:val="00EF2169"/>
    <w:rsid w:val="00F0358E"/>
    <w:rsid w:val="00F05793"/>
    <w:rsid w:val="00F10D55"/>
    <w:rsid w:val="00F253B6"/>
    <w:rsid w:val="00F269D8"/>
    <w:rsid w:val="00F52DCE"/>
    <w:rsid w:val="00F74CF1"/>
    <w:rsid w:val="00F80B93"/>
    <w:rsid w:val="00F871B5"/>
    <w:rsid w:val="00F90C16"/>
    <w:rsid w:val="00F961DB"/>
    <w:rsid w:val="00FA2EEC"/>
    <w:rsid w:val="00FD746A"/>
    <w:rsid w:val="00FD7D01"/>
    <w:rsid w:val="00FF2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7EA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527EA"/>
    <w:rPr>
      <w:color w:val="0000FF" w:themeColor="hyperlink"/>
      <w:u w:val="single"/>
    </w:rPr>
  </w:style>
  <w:style w:type="paragraph" w:styleId="a5">
    <w:name w:val="Normal (Web)"/>
    <w:aliases w:val="Обычный (Web)"/>
    <w:uiPriority w:val="99"/>
    <w:semiHidden/>
    <w:unhideWhenUsed/>
    <w:rsid w:val="00B34605"/>
    <w:pPr>
      <w:widowControl w:val="0"/>
      <w:suppressAutoHyphens/>
      <w:spacing w:after="200" w:line="276" w:lineRule="auto"/>
    </w:pPr>
    <w:rPr>
      <w:rFonts w:ascii="Calibri" w:eastAsia="DejaVu Sans" w:hAnsi="Calibri" w:cs="Times New Roman"/>
      <w:kern w:val="2"/>
      <w:sz w:val="22"/>
      <w:lang w:eastAsia="ar-SA"/>
    </w:rPr>
  </w:style>
  <w:style w:type="paragraph" w:styleId="a6">
    <w:name w:val="List Paragraph"/>
    <w:basedOn w:val="a"/>
    <w:uiPriority w:val="34"/>
    <w:qFormat/>
    <w:rsid w:val="00CD75A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25F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5F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7EA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527EA"/>
    <w:rPr>
      <w:color w:val="0000FF" w:themeColor="hyperlink"/>
      <w:u w:val="single"/>
    </w:rPr>
  </w:style>
  <w:style w:type="paragraph" w:styleId="a5">
    <w:name w:val="Normal (Web)"/>
    <w:aliases w:val="Обычный (Web)"/>
    <w:uiPriority w:val="99"/>
    <w:semiHidden/>
    <w:unhideWhenUsed/>
    <w:rsid w:val="00B34605"/>
    <w:pPr>
      <w:widowControl w:val="0"/>
      <w:suppressAutoHyphens/>
      <w:spacing w:after="200" w:line="276" w:lineRule="auto"/>
    </w:pPr>
    <w:rPr>
      <w:rFonts w:ascii="Calibri" w:eastAsia="DejaVu Sans" w:hAnsi="Calibri" w:cs="Times New Roman"/>
      <w:kern w:val="2"/>
      <w:sz w:val="22"/>
      <w:lang w:eastAsia="ar-SA"/>
    </w:rPr>
  </w:style>
  <w:style w:type="paragraph" w:styleId="a6">
    <w:name w:val="List Paragraph"/>
    <w:basedOn w:val="a"/>
    <w:uiPriority w:val="34"/>
    <w:qFormat/>
    <w:rsid w:val="00CD75A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25F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5F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BD20D-349D-4477-83E0-053EA66EB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156</cp:revision>
  <cp:lastPrinted>2018-01-18T00:38:00Z</cp:lastPrinted>
  <dcterms:created xsi:type="dcterms:W3CDTF">2016-09-29T02:39:00Z</dcterms:created>
  <dcterms:modified xsi:type="dcterms:W3CDTF">2018-05-21T00:41:00Z</dcterms:modified>
</cp:coreProperties>
</file>